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6432D5" w:rsidR="006E5D65" w:rsidP="5D8DDB10" w:rsidRDefault="00CD6897" w14:paraId="66CEF1E2" w14:textId="08895341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5D8DDB10" w:rsidR="00D8678B">
        <w:rPr>
          <w:rFonts w:ascii="Corbel" w:hAnsi="Corbel"/>
          <w:i/>
          <w:iCs/>
        </w:rPr>
        <w:t xml:space="preserve">Załącznik nr </w:t>
      </w:r>
      <w:r w:rsidRPr="5D8DDB10" w:rsidR="006F31E2">
        <w:rPr>
          <w:rFonts w:ascii="Corbel" w:hAnsi="Corbel"/>
          <w:i/>
          <w:iCs/>
        </w:rPr>
        <w:t>1.5</w:t>
      </w:r>
      <w:r w:rsidRPr="5D8DDB10" w:rsidR="00D8678B">
        <w:rPr>
          <w:rFonts w:ascii="Corbel" w:hAnsi="Corbel"/>
          <w:i/>
          <w:iCs/>
        </w:rPr>
        <w:t xml:space="preserve"> do Zarządzenia</w:t>
      </w:r>
      <w:r w:rsidRPr="5D8DDB10" w:rsidR="002A22BF">
        <w:rPr>
          <w:rFonts w:ascii="Corbel" w:hAnsi="Corbel"/>
          <w:i/>
          <w:iCs/>
        </w:rPr>
        <w:t xml:space="preserve"> Rektora UR </w:t>
      </w:r>
      <w:r w:rsidRPr="5D8DDB10">
        <w:rPr>
          <w:rFonts w:ascii="Corbel" w:hAnsi="Corbel"/>
          <w:i/>
          <w:iCs/>
        </w:rPr>
        <w:t xml:space="preserve">nr </w:t>
      </w:r>
      <w:r w:rsidRPr="5D8DDB10" w:rsidR="00F17567">
        <w:rPr>
          <w:rFonts w:ascii="Corbel" w:hAnsi="Corbel"/>
          <w:i/>
          <w:iCs/>
        </w:rPr>
        <w:t>12/2019</w:t>
      </w:r>
    </w:p>
    <w:p w:rsidRPr="006432D5" w:rsidR="0085747A" w:rsidP="009C54AE" w:rsidRDefault="0085747A" w14:paraId="2C225E6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:rsidRPr="006432D5" w:rsidR="006432D5" w:rsidP="006432D5" w:rsidRDefault="0071620A" w14:paraId="75EE16D2" w14:textId="75D1384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Pr="006432D5"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B0D8D">
        <w:rPr>
          <w:rFonts w:ascii="Corbel" w:hAnsi="Corbel"/>
          <w:i/>
          <w:smallCaps/>
          <w:sz w:val="24"/>
          <w:szCs w:val="24"/>
        </w:rPr>
        <w:t>2019-2022</w:t>
      </w:r>
    </w:p>
    <w:p w:rsidRPr="006432D5" w:rsidR="00445970" w:rsidP="006432D5" w:rsidRDefault="00445970" w14:paraId="6E4997E8" w14:textId="6D75126A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Pr="006432D5" w:rsidR="006432D5">
        <w:rPr>
          <w:rFonts w:ascii="Corbel" w:hAnsi="Corbel"/>
          <w:sz w:val="20"/>
          <w:szCs w:val="20"/>
        </w:rPr>
        <w:t>: 202</w:t>
      </w:r>
      <w:r w:rsidR="00EB0D8D">
        <w:rPr>
          <w:rFonts w:ascii="Corbel" w:hAnsi="Corbel"/>
          <w:sz w:val="20"/>
          <w:szCs w:val="20"/>
        </w:rPr>
        <w:t>1</w:t>
      </w:r>
      <w:r w:rsidRPr="006432D5" w:rsidR="006432D5">
        <w:rPr>
          <w:rFonts w:ascii="Corbel" w:hAnsi="Corbel"/>
          <w:sz w:val="20"/>
          <w:szCs w:val="20"/>
        </w:rPr>
        <w:t>/</w:t>
      </w:r>
      <w:r w:rsidRPr="006432D5" w:rsidR="00DD220A">
        <w:rPr>
          <w:rFonts w:ascii="Corbel" w:hAnsi="Corbel"/>
          <w:sz w:val="20"/>
          <w:szCs w:val="20"/>
        </w:rPr>
        <w:t>202</w:t>
      </w:r>
      <w:r w:rsidR="00EB0D8D">
        <w:rPr>
          <w:rFonts w:ascii="Corbel" w:hAnsi="Corbel"/>
          <w:sz w:val="20"/>
          <w:szCs w:val="20"/>
        </w:rPr>
        <w:t>2</w:t>
      </w:r>
    </w:p>
    <w:p w:rsidRPr="006432D5" w:rsidR="0085747A" w:rsidP="009C54AE" w:rsidRDefault="0085747A" w14:paraId="1855A06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71620A" w14:paraId="27F6A83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Pr="006432D5" w:rsidR="0085747A">
        <w:rPr>
          <w:rFonts w:ascii="Corbel" w:hAnsi="Corbel"/>
          <w:szCs w:val="24"/>
        </w:rPr>
        <w:t xml:space="preserve">Podstawowe </w:t>
      </w:r>
      <w:r w:rsidRPr="006432D5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6432D5" w:rsidR="0085747A" w:rsidTr="001C56FF" w14:paraId="11BCCF91" w14:textId="77777777">
        <w:tc>
          <w:tcPr>
            <w:tcW w:w="2694" w:type="dxa"/>
            <w:vAlign w:val="center"/>
          </w:tcPr>
          <w:p w:rsidRPr="006432D5" w:rsidR="0085747A" w:rsidP="009C54AE" w:rsidRDefault="00C05F44" w14:paraId="3CA127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DD220A" w14:paraId="0D806559" w14:textId="7ACE86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Pr="006432D5" w:rsidR="0085747A" w:rsidTr="001C56FF" w14:paraId="5EFE61CF" w14:textId="77777777">
        <w:tc>
          <w:tcPr>
            <w:tcW w:w="2694" w:type="dxa"/>
            <w:vAlign w:val="center"/>
          </w:tcPr>
          <w:p w:rsidRPr="006432D5" w:rsidR="0085747A" w:rsidP="009C54AE" w:rsidRDefault="00C05F44" w14:paraId="1373A5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Pr="006432D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DD220A" w14:paraId="568FA01D" w14:textId="78773B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Pr="006432D5" w:rsidR="0085747A" w:rsidTr="001C56FF" w14:paraId="6E08613E" w14:textId="77777777">
        <w:tc>
          <w:tcPr>
            <w:tcW w:w="2694" w:type="dxa"/>
            <w:vAlign w:val="center"/>
          </w:tcPr>
          <w:p w:rsidRPr="006432D5" w:rsidR="0085747A" w:rsidP="00EA4832" w:rsidRDefault="0017512A" w14:paraId="5FFB23E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Pr="006432D5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6432D5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17512A" w14:paraId="409D4F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6432D5" w:rsidR="0085747A" w:rsidTr="001C56FF" w14:paraId="6C2C934F" w14:textId="77777777">
        <w:tc>
          <w:tcPr>
            <w:tcW w:w="2694" w:type="dxa"/>
            <w:vAlign w:val="center"/>
          </w:tcPr>
          <w:p w:rsidRPr="006432D5" w:rsidR="0085747A" w:rsidP="009C54AE" w:rsidRDefault="0085747A" w14:paraId="52877D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2D7209" w14:paraId="32D68EAF" w14:textId="3C90B7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Pr="006432D5" w:rsid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Pr="006432D5" w:rsidR="0085747A" w:rsidTr="001C56FF" w14:paraId="24D7CEBA" w14:textId="77777777">
        <w:tc>
          <w:tcPr>
            <w:tcW w:w="2694" w:type="dxa"/>
            <w:vAlign w:val="center"/>
          </w:tcPr>
          <w:p w:rsidRPr="006432D5" w:rsidR="0085747A" w:rsidP="009C54AE" w:rsidRDefault="0085747A" w14:paraId="051C1F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1C56FF" w14:paraId="22EACD6F" w14:textId="1DBD37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6432D5" w:rsidR="0085747A" w:rsidTr="001C56FF" w14:paraId="339F1D67" w14:textId="77777777">
        <w:tc>
          <w:tcPr>
            <w:tcW w:w="2694" w:type="dxa"/>
            <w:vAlign w:val="center"/>
          </w:tcPr>
          <w:p w:rsidRPr="006432D5" w:rsidR="0085747A" w:rsidP="009C54AE" w:rsidRDefault="00DE4A14" w14:paraId="06228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6432D5" w14:paraId="749FDAF0" w14:textId="0D670F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6432D5" w:rsidR="0085747A" w:rsidTr="001C56FF" w14:paraId="5C9F7426" w14:textId="77777777">
        <w:tc>
          <w:tcPr>
            <w:tcW w:w="2694" w:type="dxa"/>
            <w:vAlign w:val="center"/>
          </w:tcPr>
          <w:p w:rsidRPr="006432D5" w:rsidR="0085747A" w:rsidP="009C54AE" w:rsidRDefault="0085747A" w14:paraId="7A37C7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17512A" w14:paraId="48F791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6432D5" w:rsidR="0085747A" w:rsidTr="001C56FF" w14:paraId="1AFA1DB0" w14:textId="77777777">
        <w:tc>
          <w:tcPr>
            <w:tcW w:w="2694" w:type="dxa"/>
            <w:vAlign w:val="center"/>
          </w:tcPr>
          <w:p w:rsidRPr="006432D5" w:rsidR="0085747A" w:rsidP="009C54AE" w:rsidRDefault="0085747A" w14:paraId="6C37CA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17512A" w14:paraId="335690B4" w14:textId="24460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6432D5" w:rsidR="0085747A" w:rsidTr="001C56FF" w14:paraId="2227D4C0" w14:textId="77777777">
        <w:tc>
          <w:tcPr>
            <w:tcW w:w="2694" w:type="dxa"/>
            <w:vAlign w:val="center"/>
          </w:tcPr>
          <w:p w:rsidRPr="006432D5" w:rsidR="0085747A" w:rsidP="009C54AE" w:rsidRDefault="0085747A" w14:paraId="0851A9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Pr="006432D5" w:rsidR="0030395F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1C56FF" w14:paraId="3FE7294A" w14:textId="069628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6432D5" w:rsidR="0085747A" w:rsidTr="001C56FF" w14:paraId="4887DD94" w14:textId="77777777">
        <w:tc>
          <w:tcPr>
            <w:tcW w:w="2694" w:type="dxa"/>
            <w:vAlign w:val="center"/>
          </w:tcPr>
          <w:p w:rsidRPr="006432D5" w:rsidR="0085747A" w:rsidP="009C54AE" w:rsidRDefault="0085747A" w14:paraId="6D198D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6432D5" w:rsidR="0085747A" w:rsidP="009C54AE" w:rsidRDefault="0017512A" w14:paraId="08588F8E" w14:textId="2A057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6432D5" w:rsidR="00923D7D" w:rsidTr="001C56FF" w14:paraId="146C754F" w14:textId="77777777">
        <w:tc>
          <w:tcPr>
            <w:tcW w:w="2694" w:type="dxa"/>
            <w:vAlign w:val="center"/>
          </w:tcPr>
          <w:p w:rsidRPr="006432D5" w:rsidR="00923D7D" w:rsidP="009C54AE" w:rsidRDefault="00923D7D" w14:paraId="1F4C49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6432D5" w:rsidR="00923D7D" w:rsidP="009C54AE" w:rsidRDefault="0017512A" w14:paraId="4CBD47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6432D5" w:rsidR="001C56FF" w:rsidTr="001C56FF" w14:paraId="5B0125D4" w14:textId="77777777">
        <w:tc>
          <w:tcPr>
            <w:tcW w:w="2694" w:type="dxa"/>
            <w:vAlign w:val="center"/>
          </w:tcPr>
          <w:p w:rsidRPr="006432D5" w:rsidR="001C56FF" w:rsidP="001C56FF" w:rsidRDefault="001C56FF" w14:paraId="1FDD04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6432D5" w:rsidR="001C56FF" w:rsidP="001C56FF" w:rsidRDefault="001C56FF" w14:paraId="7D059A66" w14:textId="0CC751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Pr="006432D5" w:rsidR="001C56FF" w:rsidTr="001C56FF" w14:paraId="41E9C3CA" w14:textId="77777777">
        <w:tc>
          <w:tcPr>
            <w:tcW w:w="2694" w:type="dxa"/>
            <w:vAlign w:val="center"/>
          </w:tcPr>
          <w:p w:rsidRPr="006432D5" w:rsidR="001C56FF" w:rsidP="001C56FF" w:rsidRDefault="001C56FF" w14:paraId="561509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6432D5" w:rsidR="001C56FF" w:rsidP="001C56FF" w:rsidRDefault="001C56FF" w14:paraId="002260D7" w14:textId="58F6CE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:rsidRPr="006432D5" w:rsidR="0085747A" w:rsidP="009C54AE" w:rsidRDefault="0085747A" w14:paraId="4008F241" w14:textId="0F6C185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Pr="006432D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6432D5" w:rsidR="00B90885">
        <w:rPr>
          <w:rFonts w:ascii="Corbel" w:hAnsi="Corbel"/>
          <w:b w:val="0"/>
          <w:sz w:val="24"/>
          <w:szCs w:val="24"/>
        </w:rPr>
        <w:t>e,</w:t>
      </w:r>
      <w:r w:rsidRPr="006432D5" w:rsidR="001C56FF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6432D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6432D5" w:rsidR="0085747A" w:rsidP="009C54AE" w:rsidRDefault="0085747A" w14:paraId="39C0EF98" w14:textId="45D044F9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Pr="006432D5" w:rsidR="00E22FBC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Pr="006432D5" w:rsid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6432D5" w:rsidR="00923D7D" w:rsidP="009C54AE" w:rsidRDefault="00923D7D" w14:paraId="39B462F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6432D5" w:rsidR="00015B8F" w:rsidTr="00C766DF" w14:paraId="7D94359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432D5" w:rsidR="00015B8F" w:rsidP="009C54AE" w:rsidRDefault="00015B8F" w14:paraId="5845D2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:rsidRPr="006432D5" w:rsidR="00015B8F" w:rsidP="009C54AE" w:rsidRDefault="002B5EA0" w14:paraId="09AD70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Pr="006432D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432D5" w:rsidR="00015B8F" w:rsidP="009C54AE" w:rsidRDefault="00015B8F" w14:paraId="5DC4C9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432D5" w:rsidR="00015B8F" w:rsidP="009C54AE" w:rsidRDefault="00015B8F" w14:paraId="617947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432D5" w:rsidR="00015B8F" w:rsidP="009C54AE" w:rsidRDefault="00015B8F" w14:paraId="04C4D4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432D5" w:rsidR="00015B8F" w:rsidP="009C54AE" w:rsidRDefault="00015B8F" w14:paraId="0E0E6A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015B8F" w14:paraId="5A1851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432D5" w:rsidR="00015B8F" w:rsidP="009C54AE" w:rsidRDefault="00015B8F" w14:paraId="71EEBF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432D5" w:rsidR="00015B8F" w:rsidP="009C54AE" w:rsidRDefault="00015B8F" w14:paraId="6F46CB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432D5" w:rsidR="00015B8F" w:rsidP="009C54AE" w:rsidRDefault="00015B8F" w14:paraId="09FDDC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432D5" w:rsidR="00015B8F" w:rsidP="009C54AE" w:rsidRDefault="00015B8F" w14:paraId="6B0A19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Pr="006432D5" w:rsidR="00B9088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6432D5" w:rsidR="00015B8F" w:rsidTr="009D4EAF" w14:paraId="725F4021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D4EAF" w:rsidRDefault="001C56FF" w14:paraId="39D88F56" w14:textId="40EE59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1C56FF" w14:paraId="43FFB9F9" w14:textId="3F64EF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1C56FF" w14:paraId="448E563B" w14:textId="24C611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015B8F" w14:paraId="238EE7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015B8F" w14:paraId="3C646E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015B8F" w14:paraId="73FA8F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015B8F" w14:paraId="6E61E4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015B8F" w14:paraId="3C785E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015B8F" w14:paraId="70DB03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432D5" w:rsidR="00015B8F" w:rsidP="009C54AE" w:rsidRDefault="001C56FF" w14:paraId="1D2D6A99" w14:textId="5D9312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6432D5" w:rsidR="00923D7D" w:rsidP="009C54AE" w:rsidRDefault="00923D7D" w14:paraId="4F2B14E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6432D5" w:rsidR="0085747A" w:rsidP="00F83B28" w:rsidRDefault="0085747A" w14:paraId="5EEFAEA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Pr="006432D5" w:rsidR="00E22FBC">
        <w:rPr>
          <w:rFonts w:ascii="Corbel" w:hAnsi="Corbel"/>
          <w:smallCaps w:val="0"/>
          <w:szCs w:val="24"/>
        </w:rPr>
        <w:t>2</w:t>
      </w:r>
      <w:r w:rsidRPr="006432D5" w:rsidR="00F83B28">
        <w:rPr>
          <w:rFonts w:ascii="Corbel" w:hAnsi="Corbel"/>
          <w:smallCaps w:val="0"/>
          <w:szCs w:val="24"/>
        </w:rPr>
        <w:t>.</w:t>
      </w:r>
      <w:r w:rsidRPr="006432D5" w:rsidR="00F83B28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:rsidRPr="006432D5" w:rsidR="0085747A" w:rsidP="5D8DDB10" w:rsidRDefault="006432D5" w14:paraId="2C0C2C9D" w14:textId="30560FF8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hAnsi="Corbel" w:eastAsia="MS Gothic" w:cs="MS Gothic"/>
          <w:b w:val="0"/>
        </w:rPr>
        <w:t>x</w:t>
      </w:r>
      <w:r w:rsidRPr="5D8DDB10" w:rsidR="0085747A">
        <w:rPr>
          <w:rFonts w:ascii="Corbel" w:hAnsi="Corbel"/>
          <w:b w:val="0"/>
          <w:smallCaps w:val="0"/>
        </w:rPr>
        <w:t xml:space="preserve"> zajęcia w formie tradycyjnej</w:t>
      </w:r>
    </w:p>
    <w:p w:rsidRPr="006432D5" w:rsidR="0085747A" w:rsidP="00F83B28" w:rsidRDefault="006432D5" w14:paraId="6A1844BF" w14:textId="534D98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hint="eastAsia" w:ascii="MS Gothic" w:hAnsi="MS Gothic" w:eastAsia="MS Gothic" w:cs="MS Gothic"/>
          <w:b w:val="0"/>
          <w:szCs w:val="24"/>
        </w:rPr>
        <w:t>☐</w:t>
      </w:r>
      <w:r w:rsidRPr="006432D5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6432D5" w:rsidR="00EA5AB8" w:rsidP="009C54AE" w:rsidRDefault="00EA5AB8" w14:paraId="5271C13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6432D5" w:rsidR="00E22FBC" w:rsidP="5D8DDB10" w:rsidRDefault="00E22FBC" w14:paraId="1615A7F5" w14:textId="6CBB4B5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Pr="5D8DDB10" w:rsidR="006432D5">
        <w:rPr>
          <w:rFonts w:ascii="Corbel" w:hAnsi="Corbel"/>
          <w:smallCaps w:val="0"/>
        </w:rPr>
        <w:t>.</w:t>
      </w:r>
      <w:r w:rsidRPr="006432D5" w:rsidR="00F83B28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Pr="5D8DDB10" w:rsidR="0044597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:rsidRPr="006432D5" w:rsidR="001C56FF" w:rsidP="001C56FF" w:rsidRDefault="001C56FF" w14:paraId="2D16895F" w14:textId="5344ABE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zaliczenie z oceną</w:t>
      </w:r>
    </w:p>
    <w:p w:rsidRPr="006432D5" w:rsidR="00E960BB" w:rsidP="009C54AE" w:rsidRDefault="00E960BB" w14:paraId="41475CC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9BE4881" w14:textId="660AB121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:rsidRPr="006432D5" w:rsidR="006432D5" w:rsidP="009C54AE" w:rsidRDefault="006432D5" w14:paraId="433A1E2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6432D5" w:rsidR="0085747A" w:rsidTr="00745302" w14:paraId="7AC12265" w14:textId="77777777">
        <w:tc>
          <w:tcPr>
            <w:tcW w:w="9670" w:type="dxa"/>
          </w:tcPr>
          <w:p w:rsidRPr="006432D5" w:rsidR="0085747A" w:rsidP="006432D5" w:rsidRDefault="00346A51" w14:paraId="78E16A8A" w14:textId="507FF11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:rsidRPr="006432D5" w:rsidR="00153C41" w:rsidP="009C54AE" w:rsidRDefault="00153C41" w14:paraId="5E517D0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6432D5" w:rsidR="0085747A" w:rsidP="009C54AE" w:rsidRDefault="0071620A" w14:paraId="7736EEAD" w14:textId="27A36582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Pr="006432D5" w:rsidR="00A84C85">
        <w:rPr>
          <w:rFonts w:ascii="Corbel" w:hAnsi="Corbel"/>
          <w:szCs w:val="24"/>
        </w:rPr>
        <w:t>cele, efekty uczenia się</w:t>
      </w:r>
      <w:r w:rsidRPr="006432D5" w:rsidR="0085747A">
        <w:rPr>
          <w:rFonts w:ascii="Corbel" w:hAnsi="Corbel"/>
          <w:szCs w:val="24"/>
        </w:rPr>
        <w:t>, treści Programowe i stosowane metody Dydaktyczne</w:t>
      </w:r>
    </w:p>
    <w:p w:rsidRPr="006432D5" w:rsidR="0085747A" w:rsidP="009C54AE" w:rsidRDefault="0085747A" w14:paraId="116F61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6432D5" w:rsidR="0085747A" w:rsidP="009C54AE" w:rsidRDefault="0071620A" w14:paraId="78F59E5E" w14:textId="4279ED90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Pr="006432D5" w:rsidR="00C05F44">
        <w:rPr>
          <w:rFonts w:ascii="Corbel" w:hAnsi="Corbel"/>
          <w:sz w:val="24"/>
          <w:szCs w:val="24"/>
        </w:rPr>
        <w:t>Cele przedmiotu</w:t>
      </w:r>
    </w:p>
    <w:p w:rsidRPr="006432D5" w:rsidR="00346A51" w:rsidP="009C54AE" w:rsidRDefault="00346A51" w14:paraId="5D25FAF2" w14:textId="15190D2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6432D5" w:rsidR="00346A51" w:rsidTr="0027296A" w14:paraId="5466CEEB" w14:textId="77777777">
        <w:tc>
          <w:tcPr>
            <w:tcW w:w="851" w:type="dxa"/>
            <w:vAlign w:val="center"/>
          </w:tcPr>
          <w:p w:rsidRPr="006432D5" w:rsidR="00346A51" w:rsidP="0027296A" w:rsidRDefault="00346A51" w14:paraId="79135AC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432D5" w:rsidR="00346A51" w:rsidP="0027296A" w:rsidRDefault="00346A51" w14:paraId="768E83E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Pr="006432D5" w:rsidR="00346A51" w:rsidTr="0027296A" w14:paraId="35E99286" w14:textId="77777777">
        <w:tc>
          <w:tcPr>
            <w:tcW w:w="851" w:type="dxa"/>
            <w:vAlign w:val="center"/>
          </w:tcPr>
          <w:p w:rsidRPr="006432D5" w:rsidR="00346A51" w:rsidP="0027296A" w:rsidRDefault="00346A51" w14:paraId="071CE86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432D5" w:rsidR="00346A51" w:rsidP="0027296A" w:rsidRDefault="00346A51" w14:paraId="7B0CD23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Pr="006432D5" w:rsidR="00346A51" w:rsidTr="0027296A" w14:paraId="7E484263" w14:textId="77777777">
        <w:tc>
          <w:tcPr>
            <w:tcW w:w="851" w:type="dxa"/>
            <w:vAlign w:val="center"/>
          </w:tcPr>
          <w:p w:rsidRPr="006432D5" w:rsidR="00346A51" w:rsidP="0027296A" w:rsidRDefault="00346A51" w14:paraId="5CA6F2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6432D5" w:rsidR="00346A51" w:rsidP="0027296A" w:rsidRDefault="00346A51" w14:paraId="0BC4219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Pr="006432D5" w:rsidR="00346A51" w:rsidTr="0027296A" w14:paraId="044E1CCD" w14:textId="77777777">
        <w:tc>
          <w:tcPr>
            <w:tcW w:w="851" w:type="dxa"/>
            <w:vAlign w:val="center"/>
          </w:tcPr>
          <w:p w:rsidRPr="006432D5" w:rsidR="00346A51" w:rsidP="0027296A" w:rsidRDefault="00346A51" w14:paraId="3527CF3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6432D5" w:rsidR="00346A51" w:rsidP="0027296A" w:rsidRDefault="00346A51" w14:paraId="5344752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Pr="006432D5" w:rsidR="00346A51" w:rsidTr="0027296A" w14:paraId="186189C5" w14:textId="77777777">
        <w:tc>
          <w:tcPr>
            <w:tcW w:w="851" w:type="dxa"/>
            <w:vAlign w:val="center"/>
          </w:tcPr>
          <w:p w:rsidRPr="006432D5" w:rsidR="00346A51" w:rsidP="0027296A" w:rsidRDefault="00346A51" w14:paraId="43B3A59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6432D5" w:rsidR="00346A51" w:rsidP="0027296A" w:rsidRDefault="00346A51" w14:paraId="5DE43F6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:rsidRPr="006432D5" w:rsidR="00346A51" w:rsidP="009C54AE" w:rsidRDefault="00346A51" w14:paraId="7D195E16" w14:textId="77777777">
      <w:pPr>
        <w:pStyle w:val="Podpunkty"/>
        <w:rPr>
          <w:rFonts w:ascii="Corbel" w:hAnsi="Corbel"/>
          <w:sz w:val="24"/>
          <w:szCs w:val="24"/>
        </w:rPr>
      </w:pPr>
    </w:p>
    <w:p w:rsidRPr="006432D5" w:rsidR="0085747A" w:rsidP="009C54AE" w:rsidRDefault="0085747A" w14:paraId="65B8434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6432D5" w:rsidR="001D7B54" w:rsidP="009C54AE" w:rsidRDefault="009F4610" w14:paraId="68F94D4F" w14:textId="5A9B96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Pr="006432D5" w:rsidR="001D7B54">
        <w:rPr>
          <w:rFonts w:ascii="Corbel" w:hAnsi="Corbel"/>
          <w:b/>
          <w:sz w:val="24"/>
          <w:szCs w:val="24"/>
        </w:rPr>
        <w:t xml:space="preserve">Efekty </w:t>
      </w:r>
      <w:r w:rsidRPr="006432D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6432D5" w:rsidR="001D7B54">
        <w:rPr>
          <w:rFonts w:ascii="Corbel" w:hAnsi="Corbel"/>
          <w:b/>
          <w:sz w:val="24"/>
          <w:szCs w:val="24"/>
        </w:rPr>
        <w:t>dla przedmiotu</w:t>
      </w:r>
    </w:p>
    <w:p w:rsidRPr="006432D5" w:rsidR="001D7B54" w:rsidP="009C54AE" w:rsidRDefault="001D7B54" w14:paraId="3F17C6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Pr="006432D5" w:rsidR="0024527E" w:rsidTr="0D7B4F56" w14:paraId="6B7CC5F2" w14:textId="77777777">
        <w:tc>
          <w:tcPr>
            <w:tcW w:w="1677" w:type="dxa"/>
            <w:vAlign w:val="center"/>
          </w:tcPr>
          <w:p w:rsidRPr="006432D5" w:rsidR="0085747A" w:rsidP="009C54AE" w:rsidRDefault="0085747A" w14:paraId="0E1713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Pr="006432D5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432D5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6432D5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6432D5" w:rsidR="0085747A" w:rsidP="00C05F44" w:rsidRDefault="0085747A" w14:paraId="265524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6432D5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:rsidRPr="006432D5" w:rsidR="0085747A" w:rsidP="00C05F44" w:rsidRDefault="0085747A" w14:paraId="2B68B8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432D5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6432D5" w:rsidR="007C1A39" w:rsidTr="0D7B4F56" w14:paraId="2C858E1A" w14:textId="77777777">
        <w:tc>
          <w:tcPr>
            <w:tcW w:w="1677" w:type="dxa"/>
          </w:tcPr>
          <w:p w:rsidRPr="006432D5" w:rsidR="007C1A39" w:rsidP="0D7B4F56" w:rsidRDefault="7E2868B0" w14:paraId="7A63AA2D" w14:textId="1AF8E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:rsidRPr="006432D5" w:rsidR="007C1A39" w:rsidP="0D7B4F56" w:rsidRDefault="7E2868B0" w14:paraId="5C8471B6" w14:textId="55A01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:rsidR="006432D5" w:rsidP="0D7B4F56" w:rsidRDefault="7E2868B0" w14:paraId="7BBFD773" w14:textId="51B2F0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Pr="0D7B4F56" w:rsidR="32F5481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:rsidR="006432D5" w:rsidP="0D7B4F56" w:rsidRDefault="7E2868B0" w14:paraId="49FEFD66" w14:textId="027934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:rsidRPr="006432D5" w:rsidR="007C1A39" w:rsidP="0D7B4F56" w:rsidRDefault="007C1A39" w14:paraId="600B4C93" w14:textId="7A487B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:rsidTr="0D7B4F56" w14:paraId="58C5DC25" w14:textId="77777777">
        <w:tc>
          <w:tcPr>
            <w:tcW w:w="1677" w:type="dxa"/>
          </w:tcPr>
          <w:p w:rsidR="0B570601" w:rsidP="0D7B4F56" w:rsidRDefault="0B570601" w14:paraId="11128C4A" w14:textId="0A150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:rsidR="5D8DDB10" w:rsidP="0D7B4F56" w:rsidRDefault="5D8DDB10" w14:paraId="027C4C0C" w14:textId="072009DF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:rsidR="29E6B52E" w:rsidP="0D7B4F56" w:rsidRDefault="29E6B52E" w14:paraId="4C203B2C" w14:textId="34E1EC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:rsidR="29E6B52E" w:rsidP="0D7B4F56" w:rsidRDefault="29E6B52E" w14:paraId="6E618580" w14:textId="61B2D4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:rsidR="29E6B52E" w:rsidP="0D7B4F56" w:rsidRDefault="29E6B52E" w14:paraId="295EE83A" w14:textId="614E3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Pr="006432D5" w:rsidR="007C1A39" w:rsidTr="0D7B4F56" w14:paraId="2711693C" w14:textId="77777777">
        <w:tc>
          <w:tcPr>
            <w:tcW w:w="1677" w:type="dxa"/>
          </w:tcPr>
          <w:p w:rsidRPr="006432D5" w:rsidR="007C1A39" w:rsidP="0D7B4F56" w:rsidRDefault="327A0F14" w14:paraId="662E931F" w14:textId="4E6EDA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Pr="0D7B4F56" w:rsidR="6AA97899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:rsidRPr="006432D5" w:rsidR="007C1A39" w:rsidP="0D7B4F56" w:rsidRDefault="11EE45A6" w14:paraId="23CEF696" w14:textId="1CC9B3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Pr="0D7B4F56" w:rsidR="39FB5F67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 w:rsidR="7B5DAA93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:rsidR="006432D5" w:rsidP="0D7B4F56" w:rsidRDefault="327A0F14" w14:paraId="622B5F47" w14:textId="49CFA4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:rsidR="006432D5" w:rsidP="0D7B4F56" w:rsidRDefault="5DDC4BD1" w14:paraId="4608CB27" w14:textId="35B189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 w:rsidR="327A0F14">
              <w:rPr>
                <w:rFonts w:ascii="Corbel" w:hAnsi="Corbel"/>
                <w:b w:val="0"/>
                <w:smallCaps w:val="0"/>
              </w:rPr>
              <w:t>K_U02</w:t>
            </w:r>
            <w:r w:rsidRPr="0D7B4F56" w:rsidR="4745B59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:rsidR="006432D5" w:rsidP="0D7B4F56" w:rsidRDefault="327A0F14" w14:paraId="2112548F" w14:textId="37AF38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:rsidRPr="006432D5" w:rsidR="007C1A39" w:rsidP="0D7B4F56" w:rsidRDefault="007C1A39" w14:paraId="55D6A8AA" w14:textId="47C676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:rsidTr="0D7B4F56" w14:paraId="6C80BC5B" w14:textId="77777777">
        <w:tc>
          <w:tcPr>
            <w:tcW w:w="1677" w:type="dxa"/>
          </w:tcPr>
          <w:p w:rsidR="469D24BA" w:rsidP="0D7B4F56" w:rsidRDefault="469D24BA" w14:paraId="561388BB" w14:textId="492FF0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:rsidR="5D8DDB10" w:rsidP="0D7B4F56" w:rsidRDefault="5D8DDB10" w14:paraId="6DA7A873" w14:textId="606A616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:rsidR="511D5823" w:rsidP="0D7B4F56" w:rsidRDefault="511D5823" w14:paraId="6477AF13" w14:textId="2789C3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Potrafi wykorzystać wiedzę w doborze metod i narzędzi analizy danych oraz wskazaniu rozwiązań problemów społeczno-gospodarczych w gospodarce światowej, w tym słabiej rozwiniętej,</w:t>
            </w:r>
            <w:r w:rsidRPr="0D7B4F56" w:rsidR="306FCABC">
              <w:rPr>
                <w:rFonts w:ascii="Corbel" w:hAnsi="Corbel"/>
                <w:b w:val="0"/>
                <w:smallCaps w:val="0"/>
              </w:rPr>
              <w:t xml:space="preserve"> a także przygotować prace </w:t>
            </w:r>
            <w:r w:rsidRPr="0D7B4F56" w:rsidR="306FCABC">
              <w:rPr>
                <w:rFonts w:ascii="Corbel" w:hAnsi="Corbel"/>
                <w:b w:val="0"/>
                <w:smallCaps w:val="0"/>
              </w:rPr>
              <w:lastRenderedPageBreak/>
              <w:t>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:rsidR="511D5823" w:rsidP="0D7B4F56" w:rsidRDefault="511D5823" w14:paraId="6C9D23AB" w14:textId="0B5CE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:rsidR="511D5823" w:rsidP="0D7B4F56" w:rsidRDefault="196F5078" w14:paraId="74CAC71B" w14:textId="4CA5B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 w:rsidR="1C8F6A1D">
              <w:rPr>
                <w:rFonts w:ascii="Corbel" w:hAnsi="Corbel"/>
                <w:b w:val="0"/>
                <w:smallCaps w:val="0"/>
              </w:rPr>
              <w:t>K_U06</w:t>
            </w:r>
          </w:p>
          <w:p w:rsidR="511D5823" w:rsidP="0D7B4F56" w:rsidRDefault="3EE42208" w14:paraId="3BB9614A" w14:textId="0C40B5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 w:rsidR="1C8F6A1D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Pr="006432D5" w:rsidR="007C1A39" w:rsidTr="0D7B4F56" w14:paraId="1445D7F7" w14:textId="77777777">
        <w:tc>
          <w:tcPr>
            <w:tcW w:w="1677" w:type="dxa"/>
          </w:tcPr>
          <w:p w:rsidRPr="006432D5" w:rsidR="007C1A39" w:rsidP="0D7B4F56" w:rsidRDefault="327A0F14" w14:paraId="4F53C2C4" w14:textId="29024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Pr="0D7B4F56" w:rsidR="66C82244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:rsidRPr="006432D5" w:rsidR="007C1A39" w:rsidP="0D7B4F56" w:rsidRDefault="1215BE0C" w14:paraId="5B63AE9F" w14:textId="27C954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Pr="0D7B4F56" w:rsidR="11EE45A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Pr="0D7B4F56" w:rsidR="6DCE76E0">
              <w:rPr>
                <w:rFonts w:ascii="Corbel" w:hAnsi="Corbel"/>
                <w:b w:val="0"/>
                <w:smallCaps w:val="0"/>
              </w:rPr>
              <w:t>.</w:t>
            </w:r>
            <w:r w:rsidRPr="0D7B4F56" w:rsidR="59F4F09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:rsidRPr="006432D5" w:rsidR="007C1A39" w:rsidP="0D7B4F56" w:rsidRDefault="327A0F14" w14:paraId="5C1C2C31" w14:textId="155CD3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:rsidRPr="006432D5" w:rsidR="007C1A39" w:rsidP="0D7B4F56" w:rsidRDefault="041A43C3" w14:paraId="1A2EE64D" w14:textId="533CF3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 w:rsidR="327A0F14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Pr="006432D5" w:rsidR="007C1A39" w:rsidTr="0D7B4F56" w14:paraId="05B8FCC8" w14:textId="77777777">
        <w:tc>
          <w:tcPr>
            <w:tcW w:w="1677" w:type="dxa"/>
          </w:tcPr>
          <w:p w:rsidRPr="006432D5" w:rsidR="007C1A39" w:rsidP="0D7B4F56" w:rsidRDefault="2C9C4975" w14:paraId="04F72B36" w14:textId="0554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Pr="0D7B4F56" w:rsidR="248A1908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:rsidRPr="006432D5" w:rsidR="007C1A39" w:rsidP="0D7B4F56" w:rsidRDefault="2C9C4975" w14:paraId="194167FF" w14:textId="199B57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:rsidRPr="006432D5" w:rsidR="007C1A39" w:rsidP="0D7B4F56" w:rsidRDefault="2C9C4975" w14:paraId="45CC6EE3" w14:textId="5D525D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:rsidRPr="006432D5" w:rsidR="007C1A39" w:rsidP="0D7B4F56" w:rsidRDefault="4B1171F6" w14:paraId="7D3F7002" w14:textId="5E78E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 w:rsidR="2C9C4975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:rsidR="0085747A" w:rsidP="009C54AE" w:rsidRDefault="00675843" w14:paraId="59F9C4F4" w14:textId="3151A5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Pr="006432D5" w:rsidR="0085747A">
        <w:rPr>
          <w:rFonts w:ascii="Corbel" w:hAnsi="Corbel"/>
          <w:b/>
          <w:sz w:val="24"/>
          <w:szCs w:val="24"/>
        </w:rPr>
        <w:t>T</w:t>
      </w:r>
      <w:r w:rsidRPr="006432D5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6432D5" w:rsidR="0030240D" w:rsidP="009C54AE" w:rsidRDefault="0030240D" w14:paraId="2455636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85747A" w14:paraId="5E059A5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:rsidRPr="006432D5" w:rsidR="0030240D" w:rsidP="0030240D" w:rsidRDefault="0030240D" w14:paraId="7AD36F3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6"/>
      </w:tblGrid>
      <w:tr w:rsidRPr="006432D5" w:rsidR="00346A51" w:rsidTr="00346A51" w14:paraId="3444DCE8" w14:textId="77777777">
        <w:tc>
          <w:tcPr>
            <w:tcW w:w="9526" w:type="dxa"/>
          </w:tcPr>
          <w:p w:rsidRPr="006432D5" w:rsidR="00346A51" w:rsidP="0027296A" w:rsidRDefault="00346A51" w14:paraId="71BE801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6432D5" w:rsidR="00346A51" w:rsidTr="00346A51" w14:paraId="0D43C77F" w14:textId="77777777">
        <w:tc>
          <w:tcPr>
            <w:tcW w:w="9526" w:type="dxa"/>
          </w:tcPr>
          <w:p w:rsidRPr="006432D5" w:rsidR="00346A51" w:rsidP="006432D5" w:rsidRDefault="00346A51" w14:paraId="50DB6F25" w14:textId="6F9F10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Pr="006432D5" w:rsidR="00346A51" w:rsidTr="00346A51" w14:paraId="169B5D36" w14:textId="77777777">
        <w:tc>
          <w:tcPr>
            <w:tcW w:w="9526" w:type="dxa"/>
          </w:tcPr>
          <w:p w:rsidRPr="006432D5" w:rsidR="00346A51" w:rsidP="006432D5" w:rsidRDefault="00346A51" w14:paraId="7C48F992" w14:textId="1CC3AA3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Pr="006432D5" w:rsidR="00346A51" w:rsidTr="00346A51" w14:paraId="624D8162" w14:textId="77777777">
        <w:tc>
          <w:tcPr>
            <w:tcW w:w="9526" w:type="dxa"/>
          </w:tcPr>
          <w:p w:rsidRPr="006432D5" w:rsidR="00346A51" w:rsidP="006432D5" w:rsidRDefault="00346A51" w14:paraId="6153AE2B" w14:textId="196617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Pr="006432D5" w:rsidR="00346A51" w:rsidTr="00346A51" w14:paraId="3406E6A2" w14:textId="77777777">
        <w:tc>
          <w:tcPr>
            <w:tcW w:w="9526" w:type="dxa"/>
          </w:tcPr>
          <w:p w:rsidRPr="006432D5" w:rsidR="00346A51" w:rsidP="0027296A" w:rsidRDefault="00346A51" w14:paraId="52697DA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Pr="006432D5" w:rsidR="00346A51" w:rsidTr="00346A51" w14:paraId="03D0A2AB" w14:textId="77777777">
        <w:tc>
          <w:tcPr>
            <w:tcW w:w="9526" w:type="dxa"/>
          </w:tcPr>
          <w:p w:rsidRPr="006432D5" w:rsidR="00346A51" w:rsidP="0027296A" w:rsidRDefault="00346A51" w14:paraId="07CAA2B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Pr="006432D5" w:rsidR="00346A51" w:rsidTr="00346A51" w14:paraId="0DCDCC9E" w14:textId="77777777">
        <w:tc>
          <w:tcPr>
            <w:tcW w:w="9526" w:type="dxa"/>
          </w:tcPr>
          <w:p w:rsidRPr="006432D5" w:rsidR="00346A51" w:rsidP="0027296A" w:rsidRDefault="00346A51" w14:paraId="75FD345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Pr="006432D5" w:rsidR="00346A51" w:rsidTr="00346A51" w14:paraId="59ADD9D6" w14:textId="77777777">
        <w:tc>
          <w:tcPr>
            <w:tcW w:w="9526" w:type="dxa"/>
          </w:tcPr>
          <w:p w:rsidRPr="006432D5" w:rsidR="00346A51" w:rsidP="0027296A" w:rsidRDefault="00346A51" w14:paraId="2B2F892A" w14:textId="5851ACE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Pr="006432D5" w:rsidR="00346A51" w:rsidTr="00346A51" w14:paraId="512D0D3A" w14:textId="77777777">
        <w:tc>
          <w:tcPr>
            <w:tcW w:w="9526" w:type="dxa"/>
          </w:tcPr>
          <w:p w:rsidRPr="006432D5" w:rsidR="00346A51" w:rsidP="0027296A" w:rsidRDefault="00346A51" w14:paraId="7D8ACED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:rsidRPr="006432D5" w:rsidR="0085747A" w:rsidP="009C54AE" w:rsidRDefault="0085747A" w14:paraId="62F88D5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7453A26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6432D5" w:rsidR="009F4610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:rsidRPr="006432D5" w:rsidR="0030240D" w:rsidP="0030240D" w:rsidRDefault="0030240D" w14:paraId="1C5F4490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6432D5" w:rsidR="00346A51" w:rsidTr="00346A51" w14:paraId="29DE8C86" w14:textId="77777777">
        <w:tc>
          <w:tcPr>
            <w:tcW w:w="9491" w:type="dxa"/>
          </w:tcPr>
          <w:p w:rsidRPr="006432D5" w:rsidR="00346A51" w:rsidP="0027296A" w:rsidRDefault="00346A51" w14:paraId="35B6336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6432D5" w:rsidR="00346A51" w:rsidTr="00346A51" w14:paraId="781EDD88" w14:textId="77777777">
        <w:tc>
          <w:tcPr>
            <w:tcW w:w="9491" w:type="dxa"/>
          </w:tcPr>
          <w:p w:rsidRPr="006432D5" w:rsidR="00346A51" w:rsidP="00346A51" w:rsidRDefault="00346A51" w14:paraId="59C1BA8F" w14:textId="5063E7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Pr="006432D5" w:rsidR="00346A51" w:rsidTr="00346A51" w14:paraId="664E5D02" w14:textId="77777777">
        <w:tc>
          <w:tcPr>
            <w:tcW w:w="9491" w:type="dxa"/>
          </w:tcPr>
          <w:p w:rsidRPr="006432D5" w:rsidR="00346A51" w:rsidP="00346A51" w:rsidRDefault="00346A51" w14:paraId="5325A59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Pr="006432D5" w:rsidR="00346A51" w:rsidTr="00346A51" w14:paraId="74CE730F" w14:textId="77777777">
        <w:tc>
          <w:tcPr>
            <w:tcW w:w="9491" w:type="dxa"/>
          </w:tcPr>
          <w:p w:rsidRPr="006432D5" w:rsidR="00346A51" w:rsidP="00346A51" w:rsidRDefault="00346A51" w14:paraId="6752F6A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Pr="006432D5" w:rsidR="00346A51" w:rsidTr="00346A51" w14:paraId="1FC9F4B3" w14:textId="77777777">
        <w:tc>
          <w:tcPr>
            <w:tcW w:w="9491" w:type="dxa"/>
          </w:tcPr>
          <w:p w:rsidRPr="006432D5" w:rsidR="00346A51" w:rsidP="00346A51" w:rsidRDefault="00346A51" w14:paraId="2F20FE5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Pr="006432D5" w:rsidR="00346A51" w:rsidTr="00346A51" w14:paraId="70930E5A" w14:textId="77777777">
        <w:tc>
          <w:tcPr>
            <w:tcW w:w="9491" w:type="dxa"/>
          </w:tcPr>
          <w:p w:rsidRPr="006432D5" w:rsidR="00346A51" w:rsidP="00346A51" w:rsidRDefault="00346A51" w14:paraId="21BD2722" w14:textId="683437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:rsidRPr="006432D5" w:rsidR="0085747A" w:rsidP="009C54AE" w:rsidRDefault="0085747A" w14:paraId="53C59E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432D5" w:rsidR="0085747A" w:rsidP="009C54AE" w:rsidRDefault="009F4610" w14:paraId="5F51D20D" w14:textId="23BAA63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:rsidRPr="006432D5" w:rsidR="0085747A" w:rsidP="009C54AE" w:rsidRDefault="0085747A" w14:paraId="60F4354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432D5" w:rsidR="00CA0B49" w:rsidP="00346A51" w:rsidRDefault="00346A51" w14:paraId="3279408C" w14:textId="6182C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:rsidRPr="006432D5" w:rsidR="00346A51" w:rsidP="00346A51" w:rsidRDefault="00346A51" w14:paraId="78653913" w14:textId="1C2BACF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:rsidRPr="006432D5" w:rsidR="00E960BB" w:rsidP="009C54AE" w:rsidRDefault="00E960BB" w14:paraId="65B4D9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432D5" w:rsidR="0085747A" w:rsidP="009C54AE" w:rsidRDefault="00C61DC5" w14:paraId="661148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Pr="006432D5" w:rsidR="0085747A">
        <w:rPr>
          <w:rFonts w:ascii="Corbel" w:hAnsi="Corbel"/>
          <w:smallCaps w:val="0"/>
          <w:szCs w:val="24"/>
        </w:rPr>
        <w:t>METODY I KRYTERIA OCENY</w:t>
      </w:r>
    </w:p>
    <w:p w:rsidRPr="006432D5" w:rsidR="00923D7D" w:rsidP="009C54AE" w:rsidRDefault="00923D7D" w14:paraId="401FDC1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432D5" w:rsidR="0085747A" w:rsidP="009C54AE" w:rsidRDefault="0085747A" w14:paraId="214B3400" w14:textId="5296BB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Pr="006432D5" w:rsidR="00C05F44">
        <w:rPr>
          <w:rFonts w:ascii="Corbel" w:hAnsi="Corbel"/>
          <w:smallCaps w:val="0"/>
          <w:szCs w:val="24"/>
        </w:rPr>
        <w:t>uczenia się</w:t>
      </w:r>
    </w:p>
    <w:p w:rsidRPr="006432D5" w:rsidR="0085747A" w:rsidP="009C54AE" w:rsidRDefault="0085747A" w14:paraId="5D16AF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Pr="006432D5" w:rsidR="00AA01F5" w:rsidTr="0D7B4F56" w14:paraId="7B0B23A0" w14:textId="77777777">
        <w:tc>
          <w:tcPr>
            <w:tcW w:w="1960" w:type="dxa"/>
            <w:vAlign w:val="center"/>
          </w:tcPr>
          <w:p w:rsidRPr="006432D5" w:rsidR="0085747A" w:rsidP="009C54AE" w:rsidRDefault="0071620A" w14:paraId="4A476C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Pr="006432D5" w:rsidR="0085747A" w:rsidP="009C54AE" w:rsidRDefault="00F974DA" w14:paraId="3110D9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6432D5" w:rsidR="0085747A" w:rsidP="009C54AE" w:rsidRDefault="009F4610" w14:paraId="6E6A30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432D5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6432D5" w:rsidR="00923D7D" w:rsidP="009C54AE" w:rsidRDefault="0085747A" w14:paraId="7AE110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6432D5" w:rsidR="0085747A" w:rsidP="009C54AE" w:rsidRDefault="0085747A" w14:paraId="27441C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6432D5" w:rsidR="00CA0B49" w:rsidTr="0D7B4F56" w14:paraId="0FC0F53F" w14:textId="77777777">
        <w:tc>
          <w:tcPr>
            <w:tcW w:w="1960" w:type="dxa"/>
          </w:tcPr>
          <w:p w:rsidRPr="006432D5" w:rsidR="00CA0B49" w:rsidP="0D7B4F56" w:rsidRDefault="24DC8262" w14:paraId="667538B9" w14:textId="0F81E2A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:rsidRPr="006432D5" w:rsidR="00CA0B49" w:rsidP="0D7B4F56" w:rsidRDefault="006432D5" w14:paraId="3A0DFB88" w14:textId="06DDC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Pr="0D7B4F56" w:rsidR="2E8A866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:rsidRPr="006432D5" w:rsidR="00CA0B49" w:rsidP="008D2457" w:rsidRDefault="24DC8262" w14:paraId="45776094" w14:textId="501509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:rsidTr="0D7B4F56" w14:paraId="4379E669" w14:textId="77777777">
        <w:tc>
          <w:tcPr>
            <w:tcW w:w="1960" w:type="dxa"/>
          </w:tcPr>
          <w:p w:rsidR="5543B1F2" w:rsidP="0D7B4F56" w:rsidRDefault="19B2C38E" w14:paraId="332EA306" w14:textId="7D192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:rsidR="5D8DDB10" w:rsidP="0D7B4F56" w:rsidRDefault="33AEE61D" w14:paraId="66B18E75" w14:textId="06DDC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:rsidR="5D8DDB10" w:rsidP="008D2457" w:rsidRDefault="33AEE61D" w14:paraId="59C1EBE7" w14:textId="501509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:rsidTr="0D7B4F56" w14:paraId="2A1C8213" w14:textId="77777777">
        <w:tc>
          <w:tcPr>
            <w:tcW w:w="1960" w:type="dxa"/>
          </w:tcPr>
          <w:p w:rsidR="5D8DDB10" w:rsidP="0D7B4F56" w:rsidRDefault="33AEE61D" w14:paraId="1876CCDB" w14:textId="4C57D8E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Pr="0D7B4F56" w:rsidR="07C155EE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:rsidR="5D8DDB10" w:rsidP="0D7B4F56" w:rsidRDefault="33AEE61D" w14:paraId="2FBBB81A" w14:textId="5A89B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:rsidR="5D8DDB10" w:rsidP="008D2457" w:rsidRDefault="33AEE61D" w14:paraId="14674569" w14:textId="3BA3AF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Pr="006432D5" w:rsidR="00CA0B49" w:rsidTr="0D7B4F56" w14:paraId="3081C97F" w14:textId="77777777">
        <w:tc>
          <w:tcPr>
            <w:tcW w:w="1960" w:type="dxa"/>
          </w:tcPr>
          <w:p w:rsidRPr="006432D5" w:rsidR="00CA0B49" w:rsidP="0D7B4F56" w:rsidRDefault="24DC8262" w14:paraId="193CBE45" w14:textId="39A4305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Pr="0D7B4F56" w:rsidR="466C837A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:rsidRPr="006432D5" w:rsidR="00CA0B49" w:rsidP="0D7B4F56" w:rsidRDefault="006432D5" w14:paraId="4A5C2E5D" w14:textId="5A89B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Pr="0D7B4F56" w:rsidR="24DC8262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Pr="0D7B4F56" w:rsidR="2E8A866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:rsidRPr="006432D5" w:rsidR="00CA0B49" w:rsidP="008D2457" w:rsidRDefault="24DC8262" w14:paraId="4D6B82B2" w14:textId="3BA3AF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Pr="006432D5" w:rsidR="00CA0B49" w:rsidTr="0D7B4F56" w14:paraId="7E798CFF" w14:textId="77777777">
        <w:tc>
          <w:tcPr>
            <w:tcW w:w="1960" w:type="dxa"/>
          </w:tcPr>
          <w:p w:rsidRPr="006432D5" w:rsidR="00CA0B49" w:rsidP="0D7B4F56" w:rsidRDefault="24DC8262" w14:paraId="72BE3329" w14:textId="0ED5997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Pr="0D7B4F56" w:rsidR="61C9A46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:rsidRPr="006432D5" w:rsidR="00CA0B49" w:rsidP="0D7B4F56" w:rsidRDefault="006432D5" w14:paraId="05BDAF19" w14:textId="7DE106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Pr="0D7B4F56" w:rsidR="24DC8262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Pr="0D7B4F56" w:rsidR="24DC8262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Pr="0D7B4F56" w:rsidR="2E8A866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:rsidRPr="006432D5" w:rsidR="00CA0B49" w:rsidP="008D2457" w:rsidRDefault="24DC8262" w14:paraId="58F307A8" w14:textId="24BCA6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Pr="006432D5" w:rsidR="00CA0B49" w:rsidTr="0D7B4F56" w14:paraId="1DD8509B" w14:textId="77777777">
        <w:tc>
          <w:tcPr>
            <w:tcW w:w="1960" w:type="dxa"/>
          </w:tcPr>
          <w:p w:rsidRPr="006432D5" w:rsidR="00CA0B49" w:rsidP="0D7B4F56" w:rsidRDefault="33913898" w14:paraId="1E14D9AA" w14:textId="592F99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Pr="0D7B4F56" w:rsidR="2A6CC7B8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:rsidRPr="006432D5" w:rsidR="00CA0B49" w:rsidP="0D7B4F56" w:rsidRDefault="2E8A8666" w14:paraId="20EF17BD" w14:textId="40689A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Pr="0D7B4F56" w:rsidR="33913898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:rsidRPr="006432D5" w:rsidR="00CA0B49" w:rsidP="008D2457" w:rsidRDefault="33913898" w14:paraId="0F6E845B" w14:textId="03D6CD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</w:tbl>
    <w:p w:rsidRPr="006432D5" w:rsidR="00923D7D" w:rsidP="009C54AE" w:rsidRDefault="00923D7D" w14:paraId="003944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432D5" w:rsidR="0085747A" w:rsidP="009C54AE" w:rsidRDefault="003E1941" w14:paraId="3008B397" w14:textId="6C4E54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lastRenderedPageBreak/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Pr="006432D5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6432D5" w:rsidR="00923D7D" w:rsidP="009C54AE" w:rsidRDefault="00923D7D" w14:paraId="58DE68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6432D5" w:rsidR="0085747A" w:rsidTr="30172397" w14:paraId="540FA771" w14:textId="77777777">
        <w:tc>
          <w:tcPr>
            <w:tcW w:w="9670" w:type="dxa"/>
            <w:tcMar/>
          </w:tcPr>
          <w:p w:rsidRPr="006432D5" w:rsidR="0085747A" w:rsidP="30172397" w:rsidRDefault="1E072354" w14:paraId="249B7ACA" w14:textId="33AC2867">
            <w:pPr>
              <w:pStyle w:val="Normalny"/>
              <w:spacing w:after="0" w:line="257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30172397" w:rsidR="1E07235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odstawą zaliczenia</w:t>
            </w:r>
            <w:r w:rsidRPr="30172397" w:rsidR="37FCED1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przedmiotu</w:t>
            </w:r>
            <w:r w:rsidRPr="30172397" w:rsidR="384D58D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w formie ćwiczeń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Pr="30172397" w:rsidR="40F9605F">
              <w:rPr>
                <w:rFonts w:ascii="Corbel" w:hAnsi="Corbel" w:eastAsia="Corbel" w:cs="Corbel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lub przygotowanie i przedstawienie prezentacji multimedialnej -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(samodzielnie/w grupie), praca grupowa, jedna pisemna praca kontrolna z treści realizowanych</w:t>
            </w:r>
            <w:r w:rsidRPr="30172397" w:rsidR="724D732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na wykładach i ćwiczeniach (kolokwium: pytania</w:t>
            </w:r>
            <w:r w:rsidRPr="30172397" w:rsidR="6ADAAB7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testowe/problemowe/zagadnienia dotyczące interpretacji bieżących danych i tekstów źródłowych)</w:t>
            </w:r>
            <w:r w:rsidRPr="30172397" w:rsidR="07890C6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-</w:t>
            </w:r>
            <w:r w:rsidRPr="30172397" w:rsidR="15BC3DB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min</w:t>
            </w:r>
            <w:r w:rsidRPr="30172397" w:rsidR="79E6792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51%pkt.</w:t>
            </w:r>
            <w:r w:rsidRPr="30172397" w:rsidR="3703C1F4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30172397" w:rsidR="318E79B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Pr="30172397" w:rsidR="3703C1F4"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0172397" w:rsidR="3703C1F4">
              <w:rPr>
                <w:rFonts w:ascii="Corbel" w:hAnsi="Corbel" w:eastAsia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Ocena końcowa z ćwiczeń wyznaczana jest w oparciu o </w:t>
            </w:r>
            <w:r w:rsidRPr="30172397" w:rsidR="3BC5D08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liczbę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punktów/ocen</w:t>
            </w:r>
            <w:r w:rsidRPr="30172397" w:rsidR="7E91424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y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uzyskanych</w:t>
            </w:r>
            <w:r w:rsidRPr="30172397" w:rsidR="1B5F26D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/e</w:t>
            </w:r>
            <w:r w:rsidRPr="30172397" w:rsidR="3703C1F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przez studenta z poszczególnych aktywności.</w:t>
            </w:r>
            <w:r w:rsidRPr="30172397" w:rsidR="3703C1F4"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0172397" w:rsidR="3703C1F4">
              <w:rPr>
                <w:rFonts w:ascii="Corbel" w:hAnsi="Corbel" w:eastAsia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:rsidRPr="006432D5" w:rsidR="0085747A" w:rsidP="0D7B4F56" w:rsidRDefault="3713FB8A" w14:paraId="13663BC5" w14:textId="577D07A1">
            <w:pPr>
              <w:spacing w:after="0" w:line="257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D7B4F56">
              <w:rPr>
                <w:rFonts w:ascii="Corbel" w:hAnsi="Corbel" w:eastAsia="Corbel" w:cs="Corbel"/>
                <w:sz w:val="24"/>
                <w:szCs w:val="24"/>
              </w:rPr>
              <w:t>Wykład – podstawa zaliczenia</w:t>
            </w:r>
            <w:r w:rsidRPr="0D7B4F56" w:rsidR="21CA9916">
              <w:rPr>
                <w:rFonts w:ascii="Corbel" w:hAnsi="Corbel" w:eastAsia="Corbel" w:cs="Corbel"/>
                <w:sz w:val="24"/>
                <w:szCs w:val="24"/>
              </w:rPr>
              <w:t>:</w:t>
            </w:r>
            <w:r w:rsidRPr="0D7B4F5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D7B4F56" w:rsidR="0A4A14C4">
              <w:rPr>
                <w:rFonts w:ascii="Corbel" w:hAnsi="Corbel" w:eastAsia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hAnsi="Corbel" w:eastAsia="Corbel" w:cs="Corbel"/>
                <w:sz w:val="24"/>
                <w:szCs w:val="24"/>
              </w:rPr>
              <w:t>ocena z ćwiczeń</w:t>
            </w:r>
            <w:r w:rsidRPr="0D7B4F56" w:rsidR="1D5FCDEA">
              <w:rPr>
                <w:rFonts w:ascii="Corbel" w:hAnsi="Corbel" w:eastAsia="Corbel" w:cs="Corbel"/>
                <w:sz w:val="24"/>
                <w:szCs w:val="24"/>
              </w:rPr>
              <w:t>/</w:t>
            </w:r>
            <w:r w:rsidRPr="0D7B4F56" w:rsidR="5AF6BE6E">
              <w:rPr>
                <w:rFonts w:ascii="Corbel" w:hAnsi="Corbel" w:eastAsia="Corbel" w:cs="Corbel"/>
                <w:sz w:val="24"/>
                <w:szCs w:val="24"/>
              </w:rPr>
              <w:t>kolokw</w:t>
            </w:r>
            <w:r w:rsidRPr="0D7B4F56" w:rsidR="79FC1446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D7B4F56" w:rsidR="5AF6BE6E">
              <w:rPr>
                <w:rFonts w:ascii="Corbel" w:hAnsi="Corbel" w:eastAsia="Corbel" w:cs="Corbel"/>
                <w:sz w:val="24"/>
                <w:szCs w:val="24"/>
              </w:rPr>
              <w:t>um</w:t>
            </w:r>
            <w:r w:rsidRPr="0D7B4F56">
              <w:rPr>
                <w:rFonts w:ascii="Corbel" w:hAnsi="Corbel" w:eastAsia="Corbel" w:cs="Corbel"/>
                <w:sz w:val="24"/>
                <w:szCs w:val="24"/>
              </w:rPr>
              <w:t xml:space="preserve"> uwzględniająca treści z wykładu</w:t>
            </w:r>
            <w:r w:rsidRPr="0D7B4F56" w:rsidR="11C6436E">
              <w:rPr>
                <w:rFonts w:ascii="Corbel" w:hAnsi="Corbel" w:eastAsia="Corbel" w:cs="Corbel"/>
                <w:sz w:val="24"/>
                <w:szCs w:val="24"/>
              </w:rPr>
              <w:t xml:space="preserve">. </w:t>
            </w:r>
          </w:p>
        </w:tc>
      </w:tr>
    </w:tbl>
    <w:p w:rsidRPr="006432D5" w:rsidR="0085747A" w:rsidP="009C54AE" w:rsidRDefault="0085747A" w14:paraId="779780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432D5" w:rsidR="009F4610" w:rsidP="009C54AE" w:rsidRDefault="0085747A" w14:paraId="0A314D6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Pr="006432D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432D5" w:rsidR="0085747A" w:rsidP="009C54AE" w:rsidRDefault="0085747A" w14:paraId="20729A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6432D5" w:rsidR="0085747A" w:rsidTr="003E1941" w14:paraId="5640B049" w14:textId="77777777">
        <w:tc>
          <w:tcPr>
            <w:tcW w:w="4962" w:type="dxa"/>
            <w:vAlign w:val="center"/>
          </w:tcPr>
          <w:p w:rsidRPr="006432D5" w:rsidR="0085747A" w:rsidP="009C54AE" w:rsidRDefault="00C61DC5" w14:paraId="679511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6432D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6432D5" w:rsidR="0085747A" w:rsidP="009C54AE" w:rsidRDefault="00C61DC5" w14:paraId="5CD0EDD3" w14:textId="52878C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6432D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6432D5" w:rsidR="0085747A" w:rsidTr="00923D7D" w14:paraId="15794667" w14:textId="77777777">
        <w:tc>
          <w:tcPr>
            <w:tcW w:w="4962" w:type="dxa"/>
          </w:tcPr>
          <w:p w:rsidRPr="006432D5" w:rsidR="0085747A" w:rsidP="009C54AE" w:rsidRDefault="00C61DC5" w14:paraId="0AB7CB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Pr="006432D5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Pr="006432D5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Pr="006432D5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6432D5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432D5" w:rsidR="0085747A" w:rsidP="00313A6F" w:rsidRDefault="004C282A" w14:paraId="47FECFDE" w14:textId="39D78E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6432D5" w:rsidR="00C61DC5" w:rsidTr="00923D7D" w14:paraId="494C9E23" w14:textId="77777777">
        <w:tc>
          <w:tcPr>
            <w:tcW w:w="4962" w:type="dxa"/>
          </w:tcPr>
          <w:p w:rsidRPr="006432D5" w:rsidR="00C61DC5" w:rsidP="009C54AE" w:rsidRDefault="00C61DC5" w14:paraId="688E8D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6432D5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6432D5" w:rsidR="00C61DC5" w:rsidP="00313A6F" w:rsidRDefault="00313A6F" w14:paraId="3FCC9933" w14:textId="54393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6432D5" w:rsidR="00C61D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6432D5" w:rsidR="00C61DC5" w:rsidP="00313A6F" w:rsidRDefault="004C282A" w14:paraId="271E1D09" w14:textId="1D8F3C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6432D5" w:rsidR="00C61DC5" w:rsidTr="00923D7D" w14:paraId="2DD8A1F6" w14:textId="77777777">
        <w:tc>
          <w:tcPr>
            <w:tcW w:w="4962" w:type="dxa"/>
          </w:tcPr>
          <w:p w:rsidRPr="006432D5" w:rsidR="00C61DC5" w:rsidP="008D2457" w:rsidRDefault="00C61DC5" w14:paraId="20D37698" w14:textId="2DCB76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6432D5" w:rsidR="004C282A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6432D5" w:rsidR="00C61DC5" w:rsidP="00313A6F" w:rsidRDefault="004C282A" w14:paraId="6B79770A" w14:textId="24D79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Pr="006432D5" w:rsidR="0085747A" w:rsidTr="00923D7D" w14:paraId="3B107881" w14:textId="77777777">
        <w:tc>
          <w:tcPr>
            <w:tcW w:w="4962" w:type="dxa"/>
          </w:tcPr>
          <w:p w:rsidRPr="006432D5" w:rsidR="0085747A" w:rsidP="009C54AE" w:rsidRDefault="0085747A" w14:paraId="6ACA20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432D5" w:rsidR="0085747A" w:rsidP="00313A6F" w:rsidRDefault="004C282A" w14:paraId="674AC911" w14:textId="2FFBBF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6432D5" w:rsidR="0085747A" w:rsidTr="00923D7D" w14:paraId="070ED72F" w14:textId="77777777">
        <w:tc>
          <w:tcPr>
            <w:tcW w:w="4962" w:type="dxa"/>
          </w:tcPr>
          <w:p w:rsidRPr="006432D5" w:rsidR="0085747A" w:rsidP="009C54AE" w:rsidRDefault="0085747A" w14:paraId="01EBB2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432D5" w:rsidR="0085747A" w:rsidP="00313A6F" w:rsidRDefault="004C282A" w14:paraId="4A38FB55" w14:textId="67F26B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6432D5" w:rsidR="0085747A" w:rsidP="009C54AE" w:rsidRDefault="00923D7D" w14:paraId="5F61CE6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6432D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6432D5" w:rsidR="003E1941" w:rsidP="009C54AE" w:rsidRDefault="003E1941" w14:paraId="46377B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432D5" w:rsidR="0085747A" w:rsidP="009C54AE" w:rsidRDefault="0071620A" w14:paraId="597CD3D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Pr="006432D5" w:rsidR="0085747A">
        <w:rPr>
          <w:rFonts w:ascii="Corbel" w:hAnsi="Corbel"/>
          <w:smallCaps w:val="0"/>
          <w:szCs w:val="24"/>
        </w:rPr>
        <w:t>PRAKTYKI ZAWO</w:t>
      </w:r>
      <w:r w:rsidRPr="006432D5" w:rsidR="009D3F3B">
        <w:rPr>
          <w:rFonts w:ascii="Corbel" w:hAnsi="Corbel"/>
          <w:smallCaps w:val="0"/>
          <w:szCs w:val="24"/>
        </w:rPr>
        <w:t>DOWE W RAMACH PRZEDMIOTU</w:t>
      </w:r>
    </w:p>
    <w:p w:rsidRPr="006432D5" w:rsidR="0085747A" w:rsidP="009C54AE" w:rsidRDefault="0085747A" w14:paraId="24D8F52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6432D5" w:rsidR="0085747A" w:rsidTr="00DD33CF" w14:paraId="3C510000" w14:textId="77777777">
        <w:trPr>
          <w:trHeight w:val="397"/>
        </w:trPr>
        <w:tc>
          <w:tcPr>
            <w:tcW w:w="2359" w:type="pct"/>
          </w:tcPr>
          <w:p w:rsidRPr="006432D5" w:rsidR="0085747A" w:rsidP="009C54AE" w:rsidRDefault="0085747A" w14:paraId="32414B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6432D5" w:rsidR="0085747A" w:rsidP="00313A6F" w:rsidRDefault="00313A6F" w14:paraId="0E06F77C" w14:textId="5D75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6432D5" w:rsidR="0085747A" w:rsidTr="00DD33CF" w14:paraId="62F243AF" w14:textId="77777777">
        <w:trPr>
          <w:trHeight w:val="397"/>
        </w:trPr>
        <w:tc>
          <w:tcPr>
            <w:tcW w:w="2359" w:type="pct"/>
          </w:tcPr>
          <w:p w:rsidRPr="006432D5" w:rsidR="0085747A" w:rsidP="009C54AE" w:rsidRDefault="0085747A" w14:paraId="0A79E3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6432D5" w:rsidR="0085747A" w:rsidP="00313A6F" w:rsidRDefault="00313A6F" w14:paraId="0116CE3A" w14:textId="7077E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031B8EC2" w14:textId="718D09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2457" w:rsidP="009C54AE" w:rsidRDefault="008D2457" w14:paraId="4AB34666" w14:textId="5AA0A6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2457" w:rsidP="009C54AE" w:rsidRDefault="008D2457" w14:paraId="601F4D9E" w14:textId="2BF1823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432D5" w:rsidR="008D2457" w:rsidP="009C54AE" w:rsidRDefault="008D2457" w14:paraId="6B1C327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432D5" w:rsidR="0085747A" w:rsidP="009C54AE" w:rsidRDefault="00675843" w14:paraId="534062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Pr="006432D5" w:rsidR="0085747A">
        <w:rPr>
          <w:rFonts w:ascii="Corbel" w:hAnsi="Corbel"/>
          <w:smallCaps w:val="0"/>
          <w:szCs w:val="24"/>
        </w:rPr>
        <w:t>LITERATURA</w:t>
      </w:r>
    </w:p>
    <w:p w:rsidRPr="006432D5" w:rsidR="00675843" w:rsidP="009C54AE" w:rsidRDefault="00675843" w14:paraId="681FC5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6432D5" w:rsidR="0085747A" w:rsidTr="0D7B4F56" w14:paraId="2E8D4285" w14:textId="77777777">
        <w:trPr>
          <w:trHeight w:val="397"/>
        </w:trPr>
        <w:tc>
          <w:tcPr>
            <w:tcW w:w="5000" w:type="pct"/>
          </w:tcPr>
          <w:p w:rsidRPr="006432D5" w:rsidR="0085747A" w:rsidP="0D7B4F56" w:rsidRDefault="0085747A" w14:paraId="3A48CB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Literatura podstawowa:</w:t>
            </w:r>
          </w:p>
          <w:p w:rsidRPr="006432D5" w:rsidR="002C41DE" w:rsidP="0D7B4F56" w:rsidRDefault="1061849B" w14:paraId="51FE8620" w14:textId="7E8D638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Pr="0D7B4F56" w:rsidR="0C3550FD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 w:rsidR="43D11CC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D7B4F56" w:rsidR="0C3550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:rsidRPr="006432D5" w:rsidR="002C41DE" w:rsidP="0D7B4F56" w:rsidRDefault="43D11CC1" w14:paraId="7CAE2892" w14:textId="684CDE1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Pr="0D7B4F56" w:rsidR="3104AE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 w:rsidR="0C3550FD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D7B4F56" w:rsidR="0C3550FD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Pr="0D7B4F56" w:rsidR="3D1486CA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Bartkowiak</w:t>
            </w:r>
            <w:r w:rsidRPr="0D7B4F56" w:rsidR="6A918E6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 w:rsidR="0C3550FD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D7B4F56" w:rsidR="0C3550FD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:rsidRPr="006432D5" w:rsidR="002C41DE" w:rsidP="0D7B4F56" w:rsidRDefault="16C054A5" w14:paraId="25E0724A" w14:textId="44D67FB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Pr="0D7B4F56" w:rsidR="15C1F8F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Pr="0D7B4F56" w:rsidR="0C3550FD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Pr="0D7B4F56" w:rsidR="247CE33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0D7B4F56" w:rsidR="0C3550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Pr="0D7B4F56" w:rsidR="364C6271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Pr="0D7B4F56" w:rsidR="00313A6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 w:rsidR="0C3550FD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Pr="006432D5" w:rsidR="0085747A" w:rsidTr="0D7B4F56" w14:paraId="68FAC271" w14:textId="77777777">
        <w:trPr>
          <w:trHeight w:val="397"/>
        </w:trPr>
        <w:tc>
          <w:tcPr>
            <w:tcW w:w="5000" w:type="pct"/>
          </w:tcPr>
          <w:p w:rsidRPr="006432D5" w:rsidR="0085747A" w:rsidP="0D7B4F56" w:rsidRDefault="0085747A" w14:paraId="17BDD5BA" w14:textId="61D39A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6432D5" w:rsidR="002C41DE" w:rsidP="0D7B4F56" w:rsidRDefault="00313A6F" w14:paraId="786E0BCE" w14:textId="2D7E93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Pr="0D7B4F56" w:rsidR="3EB2CB6C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Pr="0D7B4F56" w:rsidR="0C3550FD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Pr="0D7B4F56" w:rsidR="0C3550FD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Pr="0D7B4F56" w:rsidR="273D659A">
              <w:rPr>
                <w:rFonts w:ascii="Corbel" w:hAnsi="Corbel"/>
                <w:b w:val="0"/>
                <w:smallCaps w:val="0"/>
              </w:rPr>
              <w:t>,</w:t>
            </w:r>
            <w:r w:rsidRPr="0D7B4F56" w:rsidR="0C3550FD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:rsidRPr="006432D5" w:rsidR="00EF66FD" w:rsidP="0D7B4F56" w:rsidRDefault="43D11CC1" w14:paraId="687DAA40" w14:textId="724961B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Pr="0D7B4F56" w:rsidR="7E0808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Pr="0D7B4F56" w:rsidR="2530F61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Pr="0D7B4F56" w:rsidR="24AA9C09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:rsidRPr="006432D5" w:rsidR="002C41DE" w:rsidP="0D7B4F56" w:rsidRDefault="43D11CC1" w14:paraId="69B268D7" w14:textId="3D29170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Pr="0D7B4F56" w:rsidR="1962147E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Pr="0D7B4F56" w:rsidR="48E2238F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Pr="0D7B4F56" w:rsidR="6FDDD0AE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Pr="0D7B4F56" w:rsidR="2D220EA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Pr="0D7B4F56" w:rsidR="1B4D0744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Pr="0D7B4F56" w:rsidR="00313A6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:rsidRPr="008D2457" w:rsidR="002C41DE" w:rsidP="0D7B4F56" w:rsidRDefault="40F9CE2F" w14:paraId="7C3DC6A6" w14:textId="1719144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Pr="008D2457" w:rsidR="0D38DAF2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D2457" w:rsidR="4D38D896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hAnsi="Corbel" w:eastAsia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hAnsi="Corbel" w:eastAsia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Pr="008D2457" w:rsidR="6C12461B">
              <w:rPr>
                <w:rFonts w:ascii="Corbel" w:hAnsi="Corbel" w:eastAsia="Corbel" w:cs="Corbel"/>
                <w:b w:val="0"/>
                <w:smallCaps w:val="0"/>
                <w:lang w:val="en-US"/>
              </w:rPr>
              <w:t xml:space="preserve">, </w:t>
            </w:r>
            <w:r w:rsidRPr="008D2457" w:rsidR="74F04409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:rsidRPr="006432D5" w:rsidR="004F6E50" w:rsidP="00F83B28" w:rsidRDefault="004F6E50" w14:paraId="403242B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432D5" w:rsidR="0085747A" w:rsidP="00F83B28" w:rsidRDefault="0085747A" w14:paraId="6B1D376C" w14:textId="30657B2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6432D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65F4" w:rsidP="00C16ABF" w:rsidRDefault="004265F4" w14:paraId="05B0E5D6" w14:textId="77777777">
      <w:pPr>
        <w:spacing w:after="0" w:line="240" w:lineRule="auto"/>
      </w:pPr>
      <w:r>
        <w:separator/>
      </w:r>
    </w:p>
  </w:endnote>
  <w:endnote w:type="continuationSeparator" w:id="0">
    <w:p w:rsidR="004265F4" w:rsidP="00C16ABF" w:rsidRDefault="004265F4" w14:paraId="0C57AA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65F4" w:rsidP="00C16ABF" w:rsidRDefault="004265F4" w14:paraId="1A72581B" w14:textId="77777777">
      <w:pPr>
        <w:spacing w:after="0" w:line="240" w:lineRule="auto"/>
      </w:pPr>
      <w:r>
        <w:separator/>
      </w:r>
    </w:p>
  </w:footnote>
  <w:footnote w:type="continuationSeparator" w:id="0">
    <w:p w:rsidR="004265F4" w:rsidP="00C16ABF" w:rsidRDefault="004265F4" w14:paraId="44ECCA2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4924B8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A0A5B"/>
    <w:rsid w:val="003A1176"/>
    <w:rsid w:val="003A1B7C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837AC4-8A91-4025-8C13-28987F102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524F5-245F-4BA0-BC82-7C581EC870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Leszczyńska Małgorzata</lastModifiedBy>
  <revision>27</revision>
  <lastPrinted>2019-02-06T12:12:00.0000000Z</lastPrinted>
  <dcterms:created xsi:type="dcterms:W3CDTF">2020-10-22T19:24:00.0000000Z</dcterms:created>
  <dcterms:modified xsi:type="dcterms:W3CDTF">2020-12-10T10:21:44.8824727Z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